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1D33" w14:textId="4D065C5B" w:rsidR="003F06C5" w:rsidRPr="003F06C5" w:rsidRDefault="00191427" w:rsidP="006B6BD5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RECLAMACIÓN </w:t>
      </w:r>
      <w:r w:rsidR="001307BA">
        <w:rPr>
          <w:rFonts w:ascii="Montserrat" w:hAnsi="Montserrat"/>
          <w:b/>
          <w:bCs/>
          <w:sz w:val="28"/>
          <w:szCs w:val="28"/>
        </w:rPr>
        <w:t>CENSO</w:t>
      </w:r>
      <w:r>
        <w:rPr>
          <w:rFonts w:ascii="Montserrat" w:hAnsi="Montserrat"/>
          <w:b/>
          <w:bCs/>
          <w:sz w:val="28"/>
          <w:szCs w:val="28"/>
        </w:rPr>
        <w:t xml:space="preserve"> ELECTORAL </w:t>
      </w:r>
      <w:r w:rsidR="001307BA">
        <w:rPr>
          <w:rFonts w:ascii="Montserrat" w:hAnsi="Montserrat"/>
          <w:b/>
          <w:bCs/>
          <w:sz w:val="28"/>
          <w:szCs w:val="28"/>
        </w:rPr>
        <w:t>PROVISIONAL</w:t>
      </w:r>
    </w:p>
    <w:p w14:paraId="2DBB207E" w14:textId="77777777" w:rsidR="003F06C5" w:rsidRPr="003F06C5" w:rsidRDefault="003F06C5" w:rsidP="00FD543A">
      <w:pPr>
        <w:jc w:val="both"/>
        <w:rPr>
          <w:rFonts w:ascii="Montserrat" w:hAnsi="Montserrat"/>
          <w:b/>
          <w:bCs/>
        </w:rPr>
      </w:pPr>
    </w:p>
    <w:p w14:paraId="4CFB9188" w14:textId="3D8F6D6A" w:rsidR="004572AD" w:rsidRDefault="004572AD" w:rsidP="00191427">
      <w:pPr>
        <w:spacing w:line="360" w:lineRule="auto"/>
        <w:jc w:val="both"/>
        <w:rPr>
          <w:rFonts w:ascii="Montserrat" w:hAnsi="Montserrat"/>
        </w:rPr>
      </w:pPr>
      <w:r w:rsidRPr="004572AD">
        <w:rPr>
          <w:rFonts w:ascii="Montserrat" w:hAnsi="Montserrat"/>
        </w:rPr>
        <w:t>Yo, D</w:t>
      </w:r>
      <w:r w:rsidR="00F91EEB">
        <w:rPr>
          <w:rFonts w:ascii="Montserrat" w:hAnsi="Montserrat"/>
        </w:rPr>
        <w:t>.</w:t>
      </w:r>
      <w:r w:rsidRPr="004572AD">
        <w:rPr>
          <w:rFonts w:ascii="Montserrat" w:hAnsi="Montserrat"/>
        </w:rPr>
        <w:t>/Dña. __________________________, con DNI __________-_</w:t>
      </w:r>
      <w:r w:rsidR="00191427">
        <w:rPr>
          <w:rFonts w:ascii="Montserrat" w:hAnsi="Montserrat"/>
        </w:rPr>
        <w:t>_</w:t>
      </w:r>
      <w:r w:rsidRPr="004572AD">
        <w:rPr>
          <w:rFonts w:ascii="Montserrat" w:hAnsi="Montserrat"/>
        </w:rPr>
        <w:t>, estud</w:t>
      </w:r>
      <w:r>
        <w:rPr>
          <w:rFonts w:ascii="Montserrat" w:hAnsi="Montserrat"/>
        </w:rPr>
        <w:t>i</w:t>
      </w:r>
      <w:r w:rsidRPr="004572AD">
        <w:rPr>
          <w:rFonts w:ascii="Montserrat" w:hAnsi="Montserrat"/>
        </w:rPr>
        <w:t>ante del ___</w:t>
      </w:r>
      <w:r>
        <w:rPr>
          <w:rFonts w:ascii="Montserrat" w:hAnsi="Montserrat"/>
        </w:rPr>
        <w:t xml:space="preserve"> </w:t>
      </w:r>
      <w:r w:rsidRPr="004572AD">
        <w:rPr>
          <w:rFonts w:ascii="Montserrat" w:hAnsi="Montserrat"/>
        </w:rPr>
        <w:t>curso del Grado/Máster ___________________________________________</w:t>
      </w:r>
      <w:r w:rsidR="00191427">
        <w:rPr>
          <w:rFonts w:ascii="Montserrat" w:hAnsi="Montserrat"/>
        </w:rPr>
        <w:t xml:space="preserve"> perteneciente a la Facultad/Escuela de ___________________________________________________________________________ presento ante la </w:t>
      </w:r>
      <w:r w:rsidR="001307BA">
        <w:rPr>
          <w:rFonts w:ascii="Montserrat" w:hAnsi="Montserrat"/>
        </w:rPr>
        <w:t xml:space="preserve">Dirección / el Decanato </w:t>
      </w:r>
      <w:proofErr w:type="spellStart"/>
      <w:r w:rsidR="001307BA">
        <w:rPr>
          <w:rFonts w:ascii="Montserrat" w:hAnsi="Montserrat"/>
        </w:rPr>
        <w:t>del</w:t>
      </w:r>
      <w:proofErr w:type="spellEnd"/>
      <w:r w:rsidR="001307BA">
        <w:rPr>
          <w:rFonts w:ascii="Montserrat" w:hAnsi="Montserrat"/>
        </w:rPr>
        <w:t xml:space="preserve"> Centro</w:t>
      </w:r>
      <w:r w:rsidR="00191427">
        <w:rPr>
          <w:rFonts w:ascii="Montserrat" w:hAnsi="Montserrat"/>
        </w:rPr>
        <w:t xml:space="preserve"> la siguiente reclamación respecto al </w:t>
      </w:r>
      <w:r w:rsidR="001307BA">
        <w:rPr>
          <w:rFonts w:ascii="Montserrat" w:hAnsi="Montserrat"/>
        </w:rPr>
        <w:t xml:space="preserve">censo electoral provisional </w:t>
      </w:r>
      <w:r w:rsidR="001307BA" w:rsidRPr="004572AD">
        <w:rPr>
          <w:rFonts w:ascii="Montserrat" w:hAnsi="Montserrat"/>
        </w:rPr>
        <w:t>del ___</w:t>
      </w:r>
      <w:r w:rsidR="001307BA">
        <w:rPr>
          <w:rFonts w:ascii="Montserrat" w:hAnsi="Montserrat"/>
        </w:rPr>
        <w:t xml:space="preserve"> </w:t>
      </w:r>
      <w:r w:rsidR="001307BA" w:rsidRPr="004572AD">
        <w:rPr>
          <w:rFonts w:ascii="Montserrat" w:hAnsi="Montserrat"/>
        </w:rPr>
        <w:t>curso del Grado/Máster ___________________________________________</w:t>
      </w:r>
      <w:r w:rsidR="001307BA">
        <w:rPr>
          <w:rFonts w:ascii="Montserrat" w:hAnsi="Montserrat"/>
        </w:rPr>
        <w:t>.</w:t>
      </w:r>
    </w:p>
    <w:p w14:paraId="15A4A055" w14:textId="77777777" w:rsidR="00191427" w:rsidRDefault="00191427" w:rsidP="00191427">
      <w:pPr>
        <w:spacing w:line="360" w:lineRule="auto"/>
        <w:jc w:val="both"/>
        <w:rPr>
          <w:rFonts w:ascii="Montserrat" w:hAnsi="Montserrat"/>
        </w:rPr>
      </w:pPr>
    </w:p>
    <w:p w14:paraId="2328BB6C" w14:textId="0800EA1C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Hechos y fundamentos:</w:t>
      </w:r>
    </w:p>
    <w:p w14:paraId="02203592" w14:textId="3C966489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[Exponer los hechos y fundamentos que motivan la reclamación]</w:t>
      </w:r>
    </w:p>
    <w:p w14:paraId="61B82E59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5E29020F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4ED162EB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3657CB31" w14:textId="77777777" w:rsidR="00191427" w:rsidRDefault="00191427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0E3ACC8B" w14:textId="77777777" w:rsidR="00F91EEB" w:rsidRDefault="00F91EEB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37AF2A76" w14:textId="77777777" w:rsidR="00F91EEB" w:rsidRPr="00191427" w:rsidRDefault="00F91EEB" w:rsidP="00191427">
      <w:pPr>
        <w:spacing w:line="360" w:lineRule="auto"/>
        <w:jc w:val="both"/>
        <w:rPr>
          <w:rFonts w:ascii="Montserrat" w:hAnsi="Montserrat"/>
          <w:b/>
          <w:bCs/>
        </w:rPr>
      </w:pPr>
    </w:p>
    <w:p w14:paraId="375193FD" w14:textId="407D0F83" w:rsidR="004572AD" w:rsidRDefault="00191427" w:rsidP="004572AD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Por todo ello, solicito que se admita la presente reclamación, </w:t>
      </w:r>
      <w:r w:rsidR="001307BA">
        <w:rPr>
          <w:rFonts w:ascii="Montserrat" w:hAnsi="Montserrat"/>
        </w:rPr>
        <w:t>y que se corrija el listado provisional con mi inclusión en el censo electoral.</w:t>
      </w:r>
    </w:p>
    <w:p w14:paraId="69F8D1B5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543FEF51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0CF65606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3FA3CBBC" w14:textId="2E447E82" w:rsidR="00191427" w:rsidRDefault="00191427" w:rsidP="004572AD">
      <w:pPr>
        <w:spacing w:line="36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Fdo.____________________________</w:t>
      </w:r>
    </w:p>
    <w:p w14:paraId="76A67B2A" w14:textId="77777777" w:rsidR="001307BA" w:rsidRDefault="001307BA" w:rsidP="004572AD">
      <w:pPr>
        <w:spacing w:line="360" w:lineRule="auto"/>
        <w:jc w:val="both"/>
        <w:rPr>
          <w:rFonts w:ascii="Montserrat" w:hAnsi="Montserrat"/>
        </w:rPr>
      </w:pPr>
    </w:p>
    <w:p w14:paraId="24BFB2EE" w14:textId="77777777" w:rsidR="001307BA" w:rsidRDefault="001307BA" w:rsidP="004572AD">
      <w:pPr>
        <w:spacing w:line="360" w:lineRule="auto"/>
        <w:jc w:val="both"/>
        <w:rPr>
          <w:rFonts w:ascii="Montserrat" w:hAnsi="Montserrat"/>
        </w:rPr>
      </w:pPr>
    </w:p>
    <w:p w14:paraId="33CE3EBC" w14:textId="77777777" w:rsidR="00191427" w:rsidRDefault="00191427" w:rsidP="004572AD">
      <w:pPr>
        <w:spacing w:line="360" w:lineRule="auto"/>
        <w:jc w:val="both"/>
        <w:rPr>
          <w:rFonts w:ascii="Montserrat" w:hAnsi="Montserrat"/>
        </w:rPr>
      </w:pPr>
    </w:p>
    <w:p w14:paraId="42F1D10D" w14:textId="16A9AEBA" w:rsidR="004572AD" w:rsidRDefault="00191427" w:rsidP="00A97D34">
      <w:pPr>
        <w:spacing w:line="360" w:lineRule="auto"/>
        <w:jc w:val="center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A la </w:t>
      </w:r>
      <w:r w:rsidR="004572AD">
        <w:rPr>
          <w:rFonts w:ascii="Montserrat" w:hAnsi="Montserrat"/>
          <w:b/>
          <w:bCs/>
        </w:rPr>
        <w:t xml:space="preserve">atención de la </w:t>
      </w:r>
      <w:r w:rsidR="001307BA">
        <w:rPr>
          <w:rFonts w:ascii="Montserrat" w:hAnsi="Montserrat"/>
          <w:b/>
          <w:bCs/>
        </w:rPr>
        <w:t>Dirección/ el Decanato</w:t>
      </w:r>
      <w:r w:rsidR="004572AD">
        <w:rPr>
          <w:rFonts w:ascii="Montserrat" w:hAnsi="Montserrat"/>
          <w:b/>
          <w:bCs/>
        </w:rPr>
        <w:t xml:space="preserve"> de la Facultad/Escuela de ___________________________________________________________________________ </w:t>
      </w:r>
    </w:p>
    <w:sectPr w:rsidR="004572AD" w:rsidSect="00106B42">
      <w:headerReference w:type="default" r:id="rId10"/>
      <w:footerReference w:type="default" r:id="rId11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5FCD5" w14:textId="77777777" w:rsidR="005C43AF" w:rsidRDefault="005C43AF" w:rsidP="003336CB">
      <w:r>
        <w:separator/>
      </w:r>
    </w:p>
  </w:endnote>
  <w:endnote w:type="continuationSeparator" w:id="0">
    <w:p w14:paraId="5B23ED90" w14:textId="77777777" w:rsidR="005C43AF" w:rsidRDefault="005C43AF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3BFB0" w14:textId="282764CC" w:rsidR="000C5B27" w:rsidRDefault="00E90932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C893F5" wp14:editId="59768536">
              <wp:simplePos x="0" y="0"/>
              <wp:positionH relativeFrom="column">
                <wp:posOffset>-363220</wp:posOffset>
              </wp:positionH>
              <wp:positionV relativeFrom="paragraph">
                <wp:posOffset>791845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53355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59EEF960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3FE1CC3D" w14:textId="77777777" w:rsidR="00E90932" w:rsidRDefault="00E90932" w:rsidP="00E90932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54651D5F" w14:textId="77777777" w:rsidR="00E90932" w:rsidRPr="0083262B" w:rsidRDefault="00E90932" w:rsidP="00E90932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C893F5" id="Grupo 2" o:spid="_x0000_s1027" style="position:absolute;margin-left:-28.6pt;margin-top:62.35pt;width:477.6pt;height:21.6pt;z-index:251670528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BCAAAAAFJnaHRsb25nAAAITg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O&#10;QWRvYmUAZEAAAAAB/9sAhAABAQEBAQEBAQEBAQEBAQEBAQEBAQEBAQEBAQEBAgEBAQEBAQICAgIC&#10;AgICAgICAgICAwMDAwMDAwMDAwMDAwMDAQEBAQEBAQIBAQIDAgICAwMDAwMDAwMDAwMDAwMDAwMD&#10;AwMDAwMDAwMDAwMDAwMDAwMDAwMDAwMDAwMDAwMDAwP/wAARCABCCE4DAREAAhEBAxEB/90ABAEK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MW5tx4raOBy&#10;m5c21cmJw9M1XXPjMPmNwV6wKwQmlw234KqtqGuR+3T07v8AnTYH37pDuW42u02Mu5XpYRQrqbRH&#10;JK1PlHEryOfkisfl0Af+zd9H/wDK72bz/X4/fIEf/Kv790A/9dvkilfEvP8AuVbr/wBsXXf+zd9H&#10;/wDK72Z/6T/8gP8A7F/fut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lNs75&#10;GdV783Hjtqbbqt8yZrK/d/ZJmOn+4NrY1vsaCXJVH3Oe3TgaKggtFDIU89SmttMaapHRG90Z7P7i&#10;8q77uMe1ba9yZpdWkSWF/CnarOayz20cS9qmmpxqNFWrEAjl790OOve/de6//9Df49+691737r3X&#10;vfuvddG9uPr7917riA1+fp+Pp9fpz9fx791rJ49c/fut9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8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9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1EE53355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59EEF960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3FE1CC3D" w14:textId="77777777" w:rsidR="00E90932" w:rsidRDefault="00E90932" w:rsidP="00E90932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54651D5F" w14:textId="77777777" w:rsidR="00E90932" w:rsidRPr="0083262B" w:rsidRDefault="00E90932" w:rsidP="00E90932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6748B">
      <w:rPr>
        <w:noProof/>
        <w:lang w:val="es-ES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481956" wp14:editId="0545F231">
              <wp:simplePos x="0" y="0"/>
              <wp:positionH relativeFrom="column">
                <wp:posOffset>2070372</wp:posOffset>
              </wp:positionH>
              <wp:positionV relativeFrom="paragraph">
                <wp:posOffset>22860</wp:posOffset>
              </wp:positionV>
              <wp:extent cx="1257935" cy="609600"/>
              <wp:effectExtent l="0" t="0" r="0" b="0"/>
              <wp:wrapNone/>
              <wp:docPr id="8845370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935" cy="609600"/>
                        <a:chOff x="0" y="0"/>
                        <a:chExt cx="1257935" cy="609600"/>
                      </a:xfrm>
                    </wpg:grpSpPr>
                    <pic:pic xmlns:pic="http://schemas.openxmlformats.org/drawingml/2006/picture">
                      <pic:nvPicPr>
                        <pic:cNvPr id="308166882" name="Imagen 7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115" cy="6096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9924401" name="Imagen 2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alphaModFix amt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8175" y="23813"/>
                          <a:ext cx="61976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AF91B6" id="Grupo 2" o:spid="_x0000_s1026" style="position:absolute;margin-left:163pt;margin-top:1.8pt;width:99.05pt;height:48pt;z-index:251667456" coordsize="12579,609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AMQWRvYmVfQ00AAf/uAA5BZG9iZQBkgAAAAAH/2wCEAAwICAgJCAwJCQwRCwoL&#10;ERUPDAwPFRgTExUTExgRDAwMDAwMEQwMDAwMDAwMDAwMDAwMDAwMDAwMDAwMDAwMDAwBDQsLDQ4N&#10;EA4OEBQODg4UFA4ODg4UEQwMDAwMEREMDAwMDAwRDAwMDAwMDAwMDAwMDAwMDAwMDAwMDAwMDAwM&#10;DP/AABEIAKAAjgMBIgACEQEDEQH/3QAEAAn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c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EsAAAAAQACASwAAAABAAI4QklNBCYAAAAA&#10;AA4AAAAAAAAAAAAAP4AAADhCSU0EDQAAAAAABAAAAHg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DIAAAAAFJnaHRsb25nAAAA&#10;s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I/8AAAAAAAADhCSU0EFAAAAAAABAAAAAI4QklNBAwA&#10;AAAAG9YAAAABAAAAjgAAAKAAAAGsAAELgAAAG7oAGAAB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QAMQWRvYmVfQ00AAf/uAA5BZG9iZQBkgAAAAAH/2wCEAAwICAgJCAwJCQwRCwoLERUP&#10;DAwPFRgTExUTExgRDAwMDAwMEQwMDAwMDAwMDAwMDAwMDAwMDAwMDAwMDAwMDAwBDQsLDQ4NEA4O&#10;EBQODg4UFA4ODg4UEQwMDAwMEREMDAwMDAwRDAwMDAwMDAwMDAwMDAwMDAwMDAwMDAwMDAwMDP/A&#10;ABEIAKAAjgMBIgACEQEDEQH/3QAEAAn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0F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NCQURCQjQ2RDYzMjY4MTE4MjJB&#10;OUI0NUZCQzBBRUU5IiBzdEV2dDp3aGVuPSIyMDIzLTExLTEzVDEzOjA0OjQx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QEBAQEBAQEBAQEBAQEB&#10;AgICAgICAgICAgIDAwMDAwMDAwMDAQEBAQEBAQEBAQECAgECAgMDAwMDAwMDAwMDAwMDAwMDAwMD&#10;AwMDAwMDAwMDAwMDAwMDAwMDAwMDAwMDAwMDAwP/wAARCADIALEDAREAAhEBAxEB/90ABAAX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">
              <v:shape id="Imagen 7" o:spid="_x0000_s1027" type="#_x0000_t75" style="position:absolute;width:539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">
                <v:imagedata r:id="rId9" o:title=""/>
              </v:shape>
              <v:shape id="Imagen 2" o:spid="_x0000_s1028" type="#_x0000_t75" alt="Logotipo, nombre de la empresa&#10;&#10;El contenido generado por IA puede ser incorrecto." style="position:absolute;left:6381;top:238;width:6198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">
                <v:imagedata r:id="rId10" o:title="Logotipo, nombre de la empresa&#10;&#10;El contenido generado por IA puede ser incorrecto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BE5E7" w14:textId="77777777" w:rsidR="005C43AF" w:rsidRDefault="005C43AF" w:rsidP="003336CB">
      <w:r>
        <w:separator/>
      </w:r>
    </w:p>
  </w:footnote>
  <w:footnote w:type="continuationSeparator" w:id="0">
    <w:p w14:paraId="6FF7BE91" w14:textId="77777777" w:rsidR="005C43AF" w:rsidRDefault="005C43AF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1263" w14:textId="0983460E" w:rsidR="000C5B27" w:rsidRDefault="00B9480E" w:rsidP="003336CB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A86A5B5" wp14:editId="22E590F0">
          <wp:simplePos x="0" y="0"/>
          <wp:positionH relativeFrom="column">
            <wp:posOffset>1076960</wp:posOffset>
          </wp:positionH>
          <wp:positionV relativeFrom="paragraph">
            <wp:posOffset>419100</wp:posOffset>
          </wp:positionV>
          <wp:extent cx="1133475" cy="393821"/>
          <wp:effectExtent l="0" t="0" r="0" b="6350"/>
          <wp:wrapNone/>
          <wp:docPr id="90440714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93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B27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9D73D8E" wp14:editId="0F50C1A0">
          <wp:simplePos x="0" y="0"/>
          <wp:positionH relativeFrom="column">
            <wp:posOffset>-83820</wp:posOffset>
          </wp:positionH>
          <wp:positionV relativeFrom="paragraph">
            <wp:posOffset>342265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E3E35" wp14:editId="5915330C">
              <wp:simplePos x="0" y="0"/>
              <wp:positionH relativeFrom="column">
                <wp:posOffset>1984375</wp:posOffset>
              </wp:positionH>
              <wp:positionV relativeFrom="paragraph">
                <wp:posOffset>342265</wp:posOffset>
              </wp:positionV>
              <wp:extent cx="3721100" cy="9906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2DF9F" w14:textId="7EFA4754" w:rsidR="000C5B27" w:rsidRPr="00C6748B" w:rsidRDefault="00FD543A" w:rsidP="00372077">
                          <w:pPr>
                            <w:jc w:val="right"/>
                            <w:rPr>
                              <w:rFonts w:ascii="Montserrat" w:hAnsi="Montserrat"/>
                              <w:b/>
                              <w:bCs/>
                              <w:i/>
                              <w:szCs w:val="40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 xml:space="preserve">ANEXO </w:t>
                          </w:r>
                          <w:r w:rsidR="00CC6BF5">
                            <w:rPr>
                              <w:rFonts w:ascii="Montserrat" w:hAnsi="Montserrat"/>
                              <w:b/>
                              <w:bCs/>
                              <w:szCs w:val="40"/>
                            </w:rPr>
                            <w:t>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3E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6.25pt;margin-top:26.95pt;width:29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" filled="f" stroked="f">
              <v:textbox>
                <w:txbxContent>
                  <w:p w14:paraId="7A12DF9F" w14:textId="7EFA4754" w:rsidR="000C5B27" w:rsidRPr="00C6748B" w:rsidRDefault="00FD543A" w:rsidP="00372077">
                    <w:pPr>
                      <w:jc w:val="right"/>
                      <w:rPr>
                        <w:rFonts w:ascii="Montserrat" w:hAnsi="Montserrat"/>
                        <w:b/>
                        <w:bCs/>
                        <w:i/>
                        <w:szCs w:val="40"/>
                      </w:rPr>
                    </w:pPr>
                    <w:r>
                      <w:rPr>
                        <w:rFonts w:ascii="Montserrat" w:hAnsi="Montserrat"/>
                        <w:b/>
                        <w:bCs/>
                        <w:szCs w:val="40"/>
                      </w:rPr>
                      <w:t xml:space="preserve">ANEXO </w:t>
                    </w:r>
                    <w:r w:rsidR="00CC6BF5">
                      <w:rPr>
                        <w:rFonts w:ascii="Montserrat" w:hAnsi="Montserrat"/>
                        <w:b/>
                        <w:bCs/>
                        <w:szCs w:val="40"/>
                      </w:rPr>
                      <w:t>I</w:t>
                    </w:r>
                  </w:p>
                </w:txbxContent>
              </v:textbox>
            </v:shape>
          </w:pict>
        </mc:Fallback>
      </mc:AlternateContent>
    </w:r>
    <w:r w:rsidR="000C5B27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1D5436C1" wp14:editId="42C54EBF">
          <wp:simplePos x="0" y="0"/>
          <wp:positionH relativeFrom="column">
            <wp:posOffset>5681980</wp:posOffset>
          </wp:positionH>
          <wp:positionV relativeFrom="paragraph">
            <wp:posOffset>370254</wp:posOffset>
          </wp:positionV>
          <wp:extent cx="73025" cy="718820"/>
          <wp:effectExtent l="0" t="0" r="317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" cy="7188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B27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55F56"/>
    <w:multiLevelType w:val="hybridMultilevel"/>
    <w:tmpl w:val="52E2FE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0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8B"/>
    <w:rsid w:val="00046D99"/>
    <w:rsid w:val="000628EF"/>
    <w:rsid w:val="000C5B27"/>
    <w:rsid w:val="000D175A"/>
    <w:rsid w:val="00105DFA"/>
    <w:rsid w:val="00106B42"/>
    <w:rsid w:val="001307BA"/>
    <w:rsid w:val="00143CFF"/>
    <w:rsid w:val="00160DF4"/>
    <w:rsid w:val="00191427"/>
    <w:rsid w:val="00196109"/>
    <w:rsid w:val="00230ACD"/>
    <w:rsid w:val="002E17F9"/>
    <w:rsid w:val="002F30A2"/>
    <w:rsid w:val="003336CB"/>
    <w:rsid w:val="00372077"/>
    <w:rsid w:val="003E4FC7"/>
    <w:rsid w:val="003F06C5"/>
    <w:rsid w:val="003F0B10"/>
    <w:rsid w:val="003F0C85"/>
    <w:rsid w:val="003F6B0B"/>
    <w:rsid w:val="00450B97"/>
    <w:rsid w:val="004572AD"/>
    <w:rsid w:val="00560BB0"/>
    <w:rsid w:val="005742A2"/>
    <w:rsid w:val="00587267"/>
    <w:rsid w:val="005C43AF"/>
    <w:rsid w:val="00632F61"/>
    <w:rsid w:val="00651E15"/>
    <w:rsid w:val="006B17B1"/>
    <w:rsid w:val="006B6BD5"/>
    <w:rsid w:val="006E4061"/>
    <w:rsid w:val="006F6407"/>
    <w:rsid w:val="007530E9"/>
    <w:rsid w:val="007A0B47"/>
    <w:rsid w:val="0083262B"/>
    <w:rsid w:val="00A052FA"/>
    <w:rsid w:val="00A24895"/>
    <w:rsid w:val="00A849B7"/>
    <w:rsid w:val="00A97D34"/>
    <w:rsid w:val="00AA7C57"/>
    <w:rsid w:val="00B01372"/>
    <w:rsid w:val="00B10451"/>
    <w:rsid w:val="00B267F6"/>
    <w:rsid w:val="00B34DC5"/>
    <w:rsid w:val="00B70161"/>
    <w:rsid w:val="00B9480E"/>
    <w:rsid w:val="00BA712B"/>
    <w:rsid w:val="00BE1C06"/>
    <w:rsid w:val="00BF3B57"/>
    <w:rsid w:val="00C30E8A"/>
    <w:rsid w:val="00C34DCB"/>
    <w:rsid w:val="00C37713"/>
    <w:rsid w:val="00C6748B"/>
    <w:rsid w:val="00C94A2B"/>
    <w:rsid w:val="00CC6BF5"/>
    <w:rsid w:val="00CE707B"/>
    <w:rsid w:val="00D45A51"/>
    <w:rsid w:val="00D5688B"/>
    <w:rsid w:val="00D74F60"/>
    <w:rsid w:val="00DD37D3"/>
    <w:rsid w:val="00DE3368"/>
    <w:rsid w:val="00E90932"/>
    <w:rsid w:val="00F25945"/>
    <w:rsid w:val="00F70B37"/>
    <w:rsid w:val="00F91EEB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1C56A"/>
  <w14:defaultImageDpi w14:val="300"/>
  <w15:docId w15:val="{0B2D2856-CCC7-4852-BCFA-30AEDBEB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D54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D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90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10" Type="http://schemas.openxmlformats.org/officeDocument/2006/relationships/image" Target="media/image9.png"/><Relationship Id="rId4" Type="http://schemas.openxmlformats.org/officeDocument/2006/relationships/image" Target="media/image5.jpeg"/><Relationship Id="rId9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INFORMES,%20SOLICITUD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88D08-0D7D-FD46-A974-349DD609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INFORMES, SOLICITUDES</Template>
  <TotalTime>68</TotalTime>
  <Pages>1</Pages>
  <Words>141</Words>
  <Characters>776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21</cp:revision>
  <cp:lastPrinted>2025-10-07T13:19:00Z</cp:lastPrinted>
  <dcterms:created xsi:type="dcterms:W3CDTF">2025-03-21T09:48:00Z</dcterms:created>
  <dcterms:modified xsi:type="dcterms:W3CDTF">2025-10-15T08:24:00Z</dcterms:modified>
</cp:coreProperties>
</file>